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4EDC64D1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>z 20</w:t>
      </w:r>
      <w:r w:rsidR="000A150B">
        <w:rPr>
          <w:rFonts w:ascii="Times New Roman" w:hAnsi="Times New Roman"/>
        </w:rPr>
        <w:t>2</w:t>
      </w:r>
      <w:r w:rsidR="00F31FC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</w:t>
      </w:r>
      <w:r w:rsidR="00E13B2A" w:rsidRPr="00E13B2A">
        <w:rPr>
          <w:rFonts w:ascii="Times New Roman" w:hAnsi="Times New Roman"/>
        </w:rPr>
        <w:t xml:space="preserve">poz. </w:t>
      </w:r>
      <w:r w:rsidR="000A150B">
        <w:rPr>
          <w:rFonts w:ascii="Times New Roman" w:hAnsi="Times New Roman"/>
        </w:rPr>
        <w:t>1</w:t>
      </w:r>
      <w:r w:rsidR="00F31FC3">
        <w:rPr>
          <w:rFonts w:ascii="Times New Roman" w:hAnsi="Times New Roman"/>
        </w:rPr>
        <w:t>32</w:t>
      </w:r>
      <w:r w:rsidR="00164C2A">
        <w:rPr>
          <w:rFonts w:ascii="Times New Roman" w:hAnsi="Times New Roman"/>
        </w:rPr>
        <w:t>0</w:t>
      </w:r>
      <w:r w:rsidR="00E13B2A" w:rsidRPr="00E13B2A">
        <w:rPr>
          <w:rFonts w:ascii="Times New Roman" w:hAnsi="Times New Roman"/>
        </w:rPr>
        <w:t xml:space="preserve"> </w:t>
      </w:r>
      <w:r w:rsidR="00352D11">
        <w:rPr>
          <w:rFonts w:ascii="Times New Roman" w:hAnsi="Times New Roman"/>
        </w:rPr>
        <w:t>ze zm.</w:t>
      </w:r>
      <w:r w:rsidR="00E13B2A" w:rsidRPr="00E13B2A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5359F39" w14:textId="390A54C3" w:rsidR="004B4C1F" w:rsidRDefault="00A96F41" w:rsidP="005E53F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Roz</w:t>
      </w:r>
      <w:r w:rsidR="00352D11" w:rsidRPr="00352D11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budowa</w:t>
      </w:r>
      <w:r w:rsidR="00547102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, nadbudowa</w:t>
      </w:r>
      <w:r w:rsidR="00352D11" w:rsidRPr="00352D11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i przebudowa </w:t>
      </w:r>
      <w:r w:rsidR="00547102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budynku</w:t>
      </w:r>
      <w:r w:rsidR="00352D11" w:rsidRPr="00352D11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 OSP </w:t>
      </w:r>
      <w:r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 xml:space="preserve">w </w:t>
      </w:r>
      <w:r w:rsidR="00352D11" w:rsidRPr="00352D11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Chojnik</w:t>
      </w:r>
      <w:r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u</w:t>
      </w:r>
    </w:p>
    <w:p w14:paraId="48AFB060" w14:textId="77777777" w:rsidR="00352D11" w:rsidRDefault="00352D11" w:rsidP="005E53F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48FDE38E" w14:textId="191D543E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6E2D3630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84AF0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90D6E" w14:textId="77777777" w:rsidR="008935A7" w:rsidRDefault="008935A7" w:rsidP="00025386">
      <w:pPr>
        <w:spacing w:after="0" w:line="240" w:lineRule="auto"/>
      </w:pPr>
      <w:r>
        <w:separator/>
      </w:r>
    </w:p>
  </w:endnote>
  <w:endnote w:type="continuationSeparator" w:id="0">
    <w:p w14:paraId="72D07C23" w14:textId="77777777" w:rsidR="008935A7" w:rsidRDefault="008935A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FAA6B" w14:textId="77777777" w:rsidR="008935A7" w:rsidRDefault="008935A7" w:rsidP="00025386">
      <w:pPr>
        <w:spacing w:after="0" w:line="240" w:lineRule="auto"/>
      </w:pPr>
      <w:r>
        <w:separator/>
      </w:r>
    </w:p>
  </w:footnote>
  <w:footnote w:type="continuationSeparator" w:id="0">
    <w:p w14:paraId="788C972B" w14:textId="77777777" w:rsidR="008935A7" w:rsidRDefault="008935A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0A51" w14:textId="5DF3BA4A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</w:t>
    </w:r>
    <w:r w:rsidR="00A96F41">
      <w:rPr>
        <w:rFonts w:ascii="Times New Roman" w:hAnsi="Times New Roman"/>
        <w:sz w:val="20"/>
        <w:szCs w:val="20"/>
      </w:rPr>
      <w:t>1</w:t>
    </w:r>
    <w:r w:rsidRPr="000A4612">
      <w:rPr>
        <w:rFonts w:ascii="Times New Roman" w:hAnsi="Times New Roman"/>
        <w:sz w:val="20"/>
        <w:szCs w:val="20"/>
      </w:rPr>
      <w:t>.202</w:t>
    </w:r>
    <w:r w:rsidR="005E3D94">
      <w:rPr>
        <w:rFonts w:ascii="Times New Roman" w:hAnsi="Times New Roman"/>
        <w:sz w:val="20"/>
        <w:szCs w:val="20"/>
      </w:rPr>
      <w:t>6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9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150B"/>
    <w:rsid w:val="000A35F9"/>
    <w:rsid w:val="000A4612"/>
    <w:rsid w:val="000D2BA9"/>
    <w:rsid w:val="000E76DE"/>
    <w:rsid w:val="001225C2"/>
    <w:rsid w:val="00127F48"/>
    <w:rsid w:val="001377FE"/>
    <w:rsid w:val="0014683C"/>
    <w:rsid w:val="0016158F"/>
    <w:rsid w:val="00164C2A"/>
    <w:rsid w:val="001B75E5"/>
    <w:rsid w:val="001C2314"/>
    <w:rsid w:val="00213980"/>
    <w:rsid w:val="002929EC"/>
    <w:rsid w:val="002C1FD6"/>
    <w:rsid w:val="003069DE"/>
    <w:rsid w:val="00307BD6"/>
    <w:rsid w:val="00352D11"/>
    <w:rsid w:val="00392576"/>
    <w:rsid w:val="003D4B19"/>
    <w:rsid w:val="00413C62"/>
    <w:rsid w:val="004374F2"/>
    <w:rsid w:val="00460705"/>
    <w:rsid w:val="00485239"/>
    <w:rsid w:val="004B4C1F"/>
    <w:rsid w:val="004D4332"/>
    <w:rsid w:val="004E27D7"/>
    <w:rsid w:val="00505EB6"/>
    <w:rsid w:val="00547102"/>
    <w:rsid w:val="0055145C"/>
    <w:rsid w:val="005624D8"/>
    <w:rsid w:val="005C2E70"/>
    <w:rsid w:val="005D229E"/>
    <w:rsid w:val="005E3D94"/>
    <w:rsid w:val="005E53F5"/>
    <w:rsid w:val="00611531"/>
    <w:rsid w:val="00620476"/>
    <w:rsid w:val="00620F97"/>
    <w:rsid w:val="00657A47"/>
    <w:rsid w:val="00745A44"/>
    <w:rsid w:val="00764355"/>
    <w:rsid w:val="007666D6"/>
    <w:rsid w:val="007C288D"/>
    <w:rsid w:val="00824D73"/>
    <w:rsid w:val="00830970"/>
    <w:rsid w:val="008833D3"/>
    <w:rsid w:val="008935A7"/>
    <w:rsid w:val="008A2AA7"/>
    <w:rsid w:val="008B797E"/>
    <w:rsid w:val="008F2498"/>
    <w:rsid w:val="00922876"/>
    <w:rsid w:val="0093388F"/>
    <w:rsid w:val="00970FD2"/>
    <w:rsid w:val="00985E7E"/>
    <w:rsid w:val="00A34BF5"/>
    <w:rsid w:val="00A56A6F"/>
    <w:rsid w:val="00A62CB4"/>
    <w:rsid w:val="00A87380"/>
    <w:rsid w:val="00A96F41"/>
    <w:rsid w:val="00AF7375"/>
    <w:rsid w:val="00B225DB"/>
    <w:rsid w:val="00B25F09"/>
    <w:rsid w:val="00B7416D"/>
    <w:rsid w:val="00B77707"/>
    <w:rsid w:val="00BD4679"/>
    <w:rsid w:val="00BE3BCE"/>
    <w:rsid w:val="00C55E1C"/>
    <w:rsid w:val="00C629CF"/>
    <w:rsid w:val="00C73691"/>
    <w:rsid w:val="00CB29AC"/>
    <w:rsid w:val="00CB3FFE"/>
    <w:rsid w:val="00D55FC4"/>
    <w:rsid w:val="00D5776C"/>
    <w:rsid w:val="00D70B75"/>
    <w:rsid w:val="00D80A52"/>
    <w:rsid w:val="00D82C93"/>
    <w:rsid w:val="00D9320D"/>
    <w:rsid w:val="00DC4842"/>
    <w:rsid w:val="00DC587A"/>
    <w:rsid w:val="00DC652A"/>
    <w:rsid w:val="00DD39E6"/>
    <w:rsid w:val="00DD6002"/>
    <w:rsid w:val="00DE3B21"/>
    <w:rsid w:val="00DE73DD"/>
    <w:rsid w:val="00DF17DB"/>
    <w:rsid w:val="00E13B2A"/>
    <w:rsid w:val="00E27ABB"/>
    <w:rsid w:val="00E27B30"/>
    <w:rsid w:val="00E36FAF"/>
    <w:rsid w:val="00E67109"/>
    <w:rsid w:val="00E86D3B"/>
    <w:rsid w:val="00EB6F40"/>
    <w:rsid w:val="00EE6158"/>
    <w:rsid w:val="00EF3368"/>
    <w:rsid w:val="00F02969"/>
    <w:rsid w:val="00F31FC3"/>
    <w:rsid w:val="00F32E42"/>
    <w:rsid w:val="00F334B4"/>
    <w:rsid w:val="00F35E2E"/>
    <w:rsid w:val="00F74535"/>
    <w:rsid w:val="00FB7BA7"/>
    <w:rsid w:val="00FC6863"/>
    <w:rsid w:val="00F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4C1F"/>
    <w:pPr>
      <w:spacing w:after="0" w:line="120" w:lineRule="atLeast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4C1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47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29</cp:revision>
  <dcterms:created xsi:type="dcterms:W3CDTF">2021-04-08T10:06:00Z</dcterms:created>
  <dcterms:modified xsi:type="dcterms:W3CDTF">2026-01-23T13:06:00Z</dcterms:modified>
</cp:coreProperties>
</file>